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425"/>
        <w:gridCol w:w="4253"/>
      </w:tblGrid>
      <w:tr w:rsidR="004F78B7" w:rsidRPr="004F78B7" w14:paraId="2B39004C" w14:textId="77777777" w:rsidTr="00ED7ABD">
        <w:trPr>
          <w:trHeight w:val="2493"/>
        </w:trPr>
        <w:tc>
          <w:tcPr>
            <w:tcW w:w="9356" w:type="dxa"/>
            <w:gridSpan w:val="3"/>
          </w:tcPr>
          <w:p w14:paraId="1F048F7B" w14:textId="7AC571BE" w:rsidR="00CA1829" w:rsidRPr="00CB7C1F" w:rsidRDefault="00A25B16" w:rsidP="00851D67">
            <w:pPr>
              <w:pStyle w:val="Pealkiri1"/>
              <w:spacing w:after="0" w:afterAutospacing="0"/>
              <w:rPr>
                <w:b w:val="0"/>
              </w:rPr>
            </w:pPr>
            <w:r w:rsidRPr="00CB7C1F">
              <w:rPr>
                <w:b w:val="0"/>
                <w:noProof/>
                <w:lang w:eastAsia="et-EE" w:bidi="ar-SA"/>
              </w:rPr>
              <w:drawing>
                <wp:anchor distT="0" distB="0" distL="114300" distR="114300" simplePos="0" relativeHeight="251657728" behindDoc="1" locked="0" layoutInCell="1" allowOverlap="1" wp14:anchorId="11930544" wp14:editId="7AED4037">
                  <wp:simplePos x="0" y="0"/>
                  <wp:positionH relativeFrom="margin">
                    <wp:posOffset>2621915</wp:posOffset>
                  </wp:positionH>
                  <wp:positionV relativeFrom="margin">
                    <wp:posOffset>-228600</wp:posOffset>
                  </wp:positionV>
                  <wp:extent cx="657225" cy="828675"/>
                  <wp:effectExtent l="0" t="0" r="0" b="0"/>
                  <wp:wrapTight wrapText="bothSides">
                    <wp:wrapPolygon edited="0">
                      <wp:start x="0" y="0"/>
                      <wp:lineTo x="0" y="21352"/>
                      <wp:lineTo x="21287" y="21352"/>
                      <wp:lineTo x="21287" y="0"/>
                      <wp:lineTo x="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D011803" w14:textId="77777777" w:rsidR="00CA1829" w:rsidRPr="00CB7C1F" w:rsidRDefault="00CA1829" w:rsidP="00851D67">
            <w:pPr>
              <w:pStyle w:val="Pealkiri1"/>
              <w:spacing w:after="0" w:afterAutospacing="0"/>
              <w:rPr>
                <w:b w:val="0"/>
              </w:rPr>
            </w:pPr>
          </w:p>
          <w:p w14:paraId="7E02D2A6" w14:textId="77777777" w:rsidR="00CA1829" w:rsidRPr="00CB7C1F" w:rsidRDefault="00CA1829" w:rsidP="00851D67">
            <w:pPr>
              <w:pStyle w:val="Pealkiri1"/>
              <w:spacing w:after="0" w:afterAutospacing="0"/>
              <w:rPr>
                <w:b w:val="0"/>
              </w:rPr>
            </w:pPr>
          </w:p>
          <w:p w14:paraId="4D5826E9" w14:textId="77777777" w:rsidR="00CA1829" w:rsidRPr="00CB7C1F" w:rsidRDefault="00CA1829" w:rsidP="00851D67">
            <w:pPr>
              <w:pStyle w:val="Pealkiri1"/>
              <w:spacing w:after="0" w:afterAutospacing="0"/>
              <w:rPr>
                <w:b w:val="0"/>
              </w:rPr>
            </w:pPr>
          </w:p>
          <w:p w14:paraId="49D9952E" w14:textId="77777777" w:rsidR="004F78B7" w:rsidRPr="00471902" w:rsidRDefault="004F78B7" w:rsidP="00851D67">
            <w:pPr>
              <w:pStyle w:val="Pealkiri1"/>
              <w:spacing w:after="0" w:afterAutospacing="0"/>
            </w:pPr>
            <w:r w:rsidRPr="00471902">
              <w:t>LÄÄNE-HARJU VALLAVALITSUS</w:t>
            </w:r>
          </w:p>
          <w:p w14:paraId="3B3CEC10" w14:textId="77777777" w:rsidR="004F78B7" w:rsidRPr="004F78B7" w:rsidRDefault="004F78B7" w:rsidP="001775D0">
            <w:pPr>
              <w:rPr>
                <w:sz w:val="28"/>
                <w:szCs w:val="28"/>
              </w:rPr>
            </w:pPr>
          </w:p>
        </w:tc>
      </w:tr>
      <w:tr w:rsidR="00D40650" w:rsidRPr="001D4CFB" w14:paraId="4DC497EB" w14:textId="77777777" w:rsidTr="00ED7ABD">
        <w:trPr>
          <w:trHeight w:val="1172"/>
        </w:trPr>
        <w:tc>
          <w:tcPr>
            <w:tcW w:w="5103" w:type="dxa"/>
            <w:gridSpan w:val="2"/>
          </w:tcPr>
          <w:p w14:paraId="323C622C" w14:textId="77777777" w:rsidR="007D647D" w:rsidRPr="007D647D" w:rsidRDefault="007D647D" w:rsidP="007D647D">
            <w:pPr>
              <w:pStyle w:val="Adressaat"/>
            </w:pPr>
            <w:r w:rsidRPr="007D647D">
              <w:t>Tanel Terasmaa</w:t>
            </w:r>
          </w:p>
          <w:p w14:paraId="518F0FB8" w14:textId="77777777" w:rsidR="007D647D" w:rsidRPr="007D647D" w:rsidRDefault="007D647D" w:rsidP="007D647D">
            <w:pPr>
              <w:pStyle w:val="Adressaat"/>
            </w:pPr>
            <w:r w:rsidRPr="007D647D">
              <w:t>Teras Invest OÜ</w:t>
            </w:r>
          </w:p>
          <w:p w14:paraId="785AE899" w14:textId="77777777" w:rsidR="007D647D" w:rsidRPr="007D647D" w:rsidRDefault="007D647D" w:rsidP="007D647D">
            <w:pPr>
              <w:pStyle w:val="Adressaat"/>
            </w:pPr>
            <w:r w:rsidRPr="007D647D">
              <w:t>+372 557 2224</w:t>
            </w:r>
          </w:p>
          <w:p w14:paraId="626E1BEA" w14:textId="71F07EC6" w:rsidR="00CA1829" w:rsidRPr="00BF4D7C" w:rsidRDefault="00CA1829" w:rsidP="00ED7ABD">
            <w:pPr>
              <w:pStyle w:val="Adressaat"/>
              <w:rPr>
                <w:iCs/>
              </w:rPr>
            </w:pPr>
          </w:p>
        </w:tc>
        <w:tc>
          <w:tcPr>
            <w:tcW w:w="4253" w:type="dxa"/>
          </w:tcPr>
          <w:p w14:paraId="3531C6CF" w14:textId="161FB44F" w:rsidR="00124999" w:rsidRPr="006B118C" w:rsidRDefault="004A4FD2" w:rsidP="001775D0">
            <w:r>
              <w:t>Teie</w:t>
            </w:r>
            <w:r w:rsidR="00CB7C1F">
              <w:t xml:space="preserve"> </w:t>
            </w:r>
            <w:r w:rsidR="00E9297E">
              <w:t>08.12</w:t>
            </w:r>
            <w:r w:rsidR="005E65F6" w:rsidRPr="005E65F6">
              <w:t>.2025</w:t>
            </w:r>
          </w:p>
          <w:p w14:paraId="51A4D521" w14:textId="77777777" w:rsidR="00BF4D7C" w:rsidRPr="006B118C" w:rsidRDefault="00BF4D7C" w:rsidP="001775D0"/>
          <w:p w14:paraId="3B913C57" w14:textId="178577A5" w:rsidR="003B2A9C" w:rsidRPr="001D4CFB" w:rsidRDefault="004A4FD2" w:rsidP="001775D0">
            <w:r>
              <w:t>Meie</w:t>
            </w:r>
            <w:r w:rsidR="00CB7C1F">
              <w:t xml:space="preserve"> </w:t>
            </w:r>
            <w:r w:rsidR="00E9297E">
              <w:t>08.12.2025</w:t>
            </w:r>
          </w:p>
        </w:tc>
      </w:tr>
      <w:tr w:rsidR="00EE4516" w:rsidRPr="001001A3" w14:paraId="6B715928" w14:textId="77777777" w:rsidTr="0043613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678" w:type="dxa"/>
          <w:trHeight w:val="565"/>
        </w:trPr>
        <w:tc>
          <w:tcPr>
            <w:tcW w:w="4678" w:type="dxa"/>
          </w:tcPr>
          <w:p w14:paraId="0A04E2B3" w14:textId="77777777" w:rsidR="00EE4516" w:rsidRPr="00EE4516" w:rsidRDefault="00EE4516" w:rsidP="001001A3"/>
          <w:p w14:paraId="787995B6" w14:textId="77777777" w:rsidR="00EE4516" w:rsidRPr="001001A3" w:rsidRDefault="00EE4516" w:rsidP="001001A3">
            <w:pPr>
              <w:rPr>
                <w:b/>
              </w:rPr>
            </w:pPr>
          </w:p>
        </w:tc>
      </w:tr>
      <w:tr w:rsidR="00EE4516" w:rsidRPr="001001A3" w14:paraId="315DC8BD" w14:textId="77777777" w:rsidTr="0043613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678" w:type="dxa"/>
          <w:trHeight w:val="573"/>
        </w:trPr>
        <w:tc>
          <w:tcPr>
            <w:tcW w:w="4678" w:type="dxa"/>
          </w:tcPr>
          <w:p w14:paraId="76763F0D" w14:textId="62752014" w:rsidR="0043613F" w:rsidRPr="001001A3" w:rsidRDefault="00E9297E" w:rsidP="00A33514">
            <w:pPr>
              <w:jc w:val="left"/>
              <w:rPr>
                <w:b/>
              </w:rPr>
            </w:pPr>
            <w:r>
              <w:rPr>
                <w:b/>
              </w:rPr>
              <w:t>Volikiri</w:t>
            </w:r>
          </w:p>
        </w:tc>
      </w:tr>
    </w:tbl>
    <w:p w14:paraId="75EACD9A" w14:textId="77777777" w:rsidR="00141F90" w:rsidRDefault="00141F90" w:rsidP="00677594">
      <w:pPr>
        <w:pStyle w:val="Snum"/>
      </w:pPr>
    </w:p>
    <w:p w14:paraId="312CA0F5" w14:textId="7ABEE95B" w:rsidR="00680C71" w:rsidRPr="009A3E34" w:rsidRDefault="009115A4" w:rsidP="00677594">
      <w:pPr>
        <w:pStyle w:val="Snum"/>
      </w:pPr>
      <w:r w:rsidRPr="009A3E34">
        <w:t xml:space="preserve">Käesolevaga volitab Lääne-Harju Vallavalitsus </w:t>
      </w:r>
      <w:r w:rsidR="00677594" w:rsidRPr="009A3E34">
        <w:t>Teras</w:t>
      </w:r>
      <w:r w:rsidR="00677594" w:rsidRPr="009A3E34">
        <w:t xml:space="preserve"> </w:t>
      </w:r>
      <w:r w:rsidR="00677594" w:rsidRPr="009A3E34">
        <w:t>Invest OÜ</w:t>
      </w:r>
      <w:r w:rsidR="00677594" w:rsidRPr="009A3E34">
        <w:t xml:space="preserve"> </w:t>
      </w:r>
      <w:r w:rsidR="00680C71" w:rsidRPr="009A3E34">
        <w:t>registrikood:</w:t>
      </w:r>
      <w:r w:rsidR="001B2491" w:rsidRPr="009A3E34">
        <w:t>16596348</w:t>
      </w:r>
      <w:r w:rsidR="009A3E34">
        <w:t xml:space="preserve">, keda esindab </w:t>
      </w:r>
      <w:r w:rsidR="00680C71" w:rsidRPr="009A3E34">
        <w:t>Mihkel Terasmaa</w:t>
      </w:r>
      <w:r w:rsidR="00CE528C">
        <w:t>,</w:t>
      </w:r>
      <w:r w:rsidR="009A3E34">
        <w:t xml:space="preserve"> </w:t>
      </w:r>
      <w:r w:rsidR="00680C71" w:rsidRPr="009A3E34">
        <w:t>esindama Lääne-Harju Vallavalitsust ning esitama taotlusi ja dokumente Transpordiametile ristumiskoha projekteerimise nõuete taotlemiseks, sh suhtlema Transpordiametiga, saama vajalikke juhiseid, täpsustusi ja tingimusi ning tegema muid selleks vajalikke toiminguid.</w:t>
      </w:r>
    </w:p>
    <w:p w14:paraId="3DFBAA3E" w14:textId="77777777" w:rsidR="00CE528C" w:rsidRDefault="00CE528C" w:rsidP="00677594">
      <w:pPr>
        <w:pStyle w:val="Snum"/>
      </w:pPr>
    </w:p>
    <w:p w14:paraId="1827A66C" w14:textId="7C3CA7BB" w:rsidR="00680C71" w:rsidRPr="009A3E34" w:rsidRDefault="00680C71" w:rsidP="00677594">
      <w:pPr>
        <w:pStyle w:val="Snum"/>
      </w:pPr>
      <w:r w:rsidRPr="009A3E34">
        <w:t>Volikiri kehtib kuni ülesande täitmiseni või selle tagasivõtmiseni.</w:t>
      </w:r>
    </w:p>
    <w:p w14:paraId="34B66946" w14:textId="77777777" w:rsidR="00252F15" w:rsidRDefault="00252F15" w:rsidP="00677594">
      <w:pPr>
        <w:pStyle w:val="Snum"/>
      </w:pPr>
    </w:p>
    <w:p w14:paraId="54F17CDE" w14:textId="77777777" w:rsidR="00252F15" w:rsidRDefault="00252F15" w:rsidP="00677594">
      <w:pPr>
        <w:pStyle w:val="Snum"/>
      </w:pPr>
    </w:p>
    <w:p w14:paraId="112DA0AC" w14:textId="77777777" w:rsidR="00CE528C" w:rsidRDefault="00CE528C" w:rsidP="00677594">
      <w:pPr>
        <w:pStyle w:val="Snum"/>
      </w:pPr>
    </w:p>
    <w:p w14:paraId="33D675C0" w14:textId="090B4A4A" w:rsidR="006A2597" w:rsidRDefault="006A2597" w:rsidP="00677594">
      <w:pPr>
        <w:pStyle w:val="Snum"/>
      </w:pPr>
      <w:r>
        <w:t>Lugupidamisega</w:t>
      </w:r>
    </w:p>
    <w:p w14:paraId="45702888" w14:textId="77777777" w:rsidR="006A2597" w:rsidRDefault="006A2597" w:rsidP="00677594">
      <w:pPr>
        <w:pStyle w:val="Snum"/>
      </w:pPr>
    </w:p>
    <w:p w14:paraId="7ACFC4D1" w14:textId="77777777" w:rsidR="006A2597" w:rsidRDefault="006A2597" w:rsidP="00677594">
      <w:pPr>
        <w:pStyle w:val="Snum"/>
      </w:pPr>
    </w:p>
    <w:p w14:paraId="0FBE76D9" w14:textId="77777777" w:rsidR="006A2597" w:rsidRDefault="006A2597" w:rsidP="00677594">
      <w:pPr>
        <w:pStyle w:val="Snum"/>
      </w:pPr>
      <w:r>
        <w:t>(allkirjastatud digitaalselt)</w:t>
      </w:r>
    </w:p>
    <w:p w14:paraId="18E20C1F" w14:textId="15BE27E3" w:rsidR="006A2597" w:rsidRDefault="00202B13" w:rsidP="00677594">
      <w:pPr>
        <w:pStyle w:val="Snum"/>
      </w:pPr>
      <w:r>
        <w:t>Allan Kalve</w:t>
      </w:r>
    </w:p>
    <w:p w14:paraId="32F7B7F6" w14:textId="56F92D7D" w:rsidR="006A2597" w:rsidRDefault="00202B13" w:rsidP="00677594">
      <w:pPr>
        <w:pStyle w:val="Snum"/>
      </w:pPr>
      <w:r>
        <w:t>Nõunik</w:t>
      </w:r>
    </w:p>
    <w:p w14:paraId="2B3825ED" w14:textId="0B5DCE4E" w:rsidR="00A13FDE" w:rsidRDefault="00202B13" w:rsidP="00677594">
      <w:pPr>
        <w:pStyle w:val="Snum"/>
      </w:pPr>
      <w:r>
        <w:t>H</w:t>
      </w:r>
      <w:r w:rsidR="00FB47BB">
        <w:t>aldusosakond</w:t>
      </w:r>
    </w:p>
    <w:p w14:paraId="2932F8D8" w14:textId="5B744958" w:rsidR="00CB7C1F" w:rsidRDefault="00CB7C1F" w:rsidP="00677594">
      <w:pPr>
        <w:pStyle w:val="Snum"/>
      </w:pPr>
    </w:p>
    <w:p w14:paraId="172E97CD" w14:textId="77777777" w:rsidR="00E70B99" w:rsidRDefault="00E70B99" w:rsidP="00677594">
      <w:pPr>
        <w:pStyle w:val="Snum"/>
      </w:pPr>
    </w:p>
    <w:p w14:paraId="3CAC462A" w14:textId="77777777" w:rsidR="00CE528C" w:rsidRDefault="00CE528C" w:rsidP="00677594">
      <w:pPr>
        <w:pStyle w:val="Snum"/>
      </w:pPr>
    </w:p>
    <w:p w14:paraId="5673CC3E" w14:textId="77777777" w:rsidR="00CE528C" w:rsidRDefault="00CE528C" w:rsidP="00677594">
      <w:pPr>
        <w:pStyle w:val="Snum"/>
      </w:pPr>
    </w:p>
    <w:p w14:paraId="507A8522" w14:textId="77777777" w:rsidR="00CE528C" w:rsidRDefault="00CE528C" w:rsidP="00677594">
      <w:pPr>
        <w:pStyle w:val="Snum"/>
      </w:pPr>
    </w:p>
    <w:p w14:paraId="7C91C1D2" w14:textId="77777777" w:rsidR="00CE528C" w:rsidRDefault="00CE528C" w:rsidP="00677594">
      <w:pPr>
        <w:pStyle w:val="Snum"/>
      </w:pPr>
    </w:p>
    <w:p w14:paraId="23813556" w14:textId="075254F4" w:rsidR="00A13FDE" w:rsidRDefault="00202B13" w:rsidP="00677594">
      <w:pPr>
        <w:pStyle w:val="Snum"/>
      </w:pPr>
      <w:r>
        <w:t>Allan Kalve</w:t>
      </w:r>
      <w:r w:rsidR="00E379C4">
        <w:t xml:space="preserve"> </w:t>
      </w:r>
      <w:r w:rsidR="006D7D9B">
        <w:t xml:space="preserve">+372 </w:t>
      </w:r>
      <w:r w:rsidRPr="00202B13">
        <w:t>5470 0738</w:t>
      </w:r>
    </w:p>
    <w:p w14:paraId="7325DED5" w14:textId="5D791392" w:rsidR="00BB437E" w:rsidRDefault="00BB437E" w:rsidP="00677594">
      <w:pPr>
        <w:pStyle w:val="Snum"/>
      </w:pPr>
      <w:r>
        <w:t>allan.kalve@laaneharju.ee</w:t>
      </w:r>
    </w:p>
    <w:sectPr w:rsidR="00BB437E" w:rsidSect="00077F1B">
      <w:footerReference w:type="default" r:id="rId11"/>
      <w:headerReference w:type="first" r:id="rId12"/>
      <w:footerReference w:type="first" r:id="rId13"/>
      <w:pgSz w:w="11906" w:h="16838" w:code="9"/>
      <w:pgMar w:top="227" w:right="851" w:bottom="454" w:left="1701" w:header="397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D68C2E" w14:textId="77777777" w:rsidR="00814501" w:rsidRDefault="00814501" w:rsidP="00DF44DF">
      <w:r>
        <w:separator/>
      </w:r>
    </w:p>
  </w:endnote>
  <w:endnote w:type="continuationSeparator" w:id="0">
    <w:p w14:paraId="0DD7F9C2" w14:textId="77777777" w:rsidR="00814501" w:rsidRDefault="00814501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1CDE7" w14:textId="77777777" w:rsidR="003B2A9C" w:rsidRPr="00AD2EA7" w:rsidRDefault="00C5652E" w:rsidP="007056E1">
    <w:pPr>
      <w:pStyle w:val="Jalus1"/>
    </w:pPr>
    <w:r w:rsidRPr="00AD2EA7">
      <w:fldChar w:fldCharType="begin"/>
    </w:r>
    <w:r w:rsidR="003B2A9C" w:rsidRPr="00AD2EA7">
      <w:instrText xml:space="preserve"> PAGE </w:instrText>
    </w:r>
    <w:r w:rsidRPr="00AD2EA7">
      <w:fldChar w:fldCharType="separate"/>
    </w:r>
    <w:r w:rsidR="00FB47BB">
      <w:rPr>
        <w:noProof/>
      </w:rPr>
      <w:t>2</w:t>
    </w:r>
    <w:r w:rsidRPr="00AD2EA7">
      <w:fldChar w:fldCharType="end"/>
    </w:r>
    <w:r w:rsidR="003B2A9C" w:rsidRPr="00AD2EA7">
      <w:t xml:space="preserve"> (</w:t>
    </w:r>
    <w:r w:rsidR="00BB7894">
      <w:rPr>
        <w:noProof/>
      </w:rPr>
      <w:fldChar w:fldCharType="begin"/>
    </w:r>
    <w:r w:rsidR="00BB7894">
      <w:rPr>
        <w:noProof/>
      </w:rPr>
      <w:instrText xml:space="preserve"> NUMPAGES </w:instrText>
    </w:r>
    <w:r w:rsidR="00BB7894">
      <w:rPr>
        <w:noProof/>
      </w:rPr>
      <w:fldChar w:fldCharType="separate"/>
    </w:r>
    <w:r w:rsidR="00FB47BB">
      <w:rPr>
        <w:noProof/>
      </w:rPr>
      <w:t>2</w:t>
    </w:r>
    <w:r w:rsidR="00BB7894">
      <w:rPr>
        <w:noProof/>
      </w:rPr>
      <w:fldChar w:fldCharType="end"/>
    </w:r>
    <w:r w:rsidR="003B2A9C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C71ED" w14:textId="2F57F990" w:rsidR="000A17B5" w:rsidRPr="000A17B5" w:rsidRDefault="00531789" w:rsidP="00B53317">
    <w:pPr>
      <w:pStyle w:val="Jalus1"/>
    </w:pPr>
    <w:r>
      <w:t xml:space="preserve">Rae 38 </w:t>
    </w:r>
    <w:r w:rsidR="00773175">
      <w:rPr>
        <w:rFonts w:cs="Times New Roman"/>
      </w:rPr>
      <w:t>|</w:t>
    </w:r>
    <w:r w:rsidR="000A17B5" w:rsidRPr="000A17B5">
      <w:t xml:space="preserve"> </w:t>
    </w:r>
    <w:r>
      <w:t>Paldiski</w:t>
    </w:r>
    <w:r w:rsidR="00773175">
      <w:t xml:space="preserve"> </w:t>
    </w:r>
    <w:r w:rsidR="00773175">
      <w:rPr>
        <w:rFonts w:cs="Times New Roman"/>
      </w:rPr>
      <w:t>|</w:t>
    </w:r>
    <w:r w:rsidR="000A17B5" w:rsidRPr="000A17B5">
      <w:t xml:space="preserve"> </w:t>
    </w:r>
    <w:r w:rsidR="00CA1829">
      <w:t xml:space="preserve">76806 </w:t>
    </w:r>
    <w:r>
      <w:t xml:space="preserve">Harjumaa </w:t>
    </w:r>
    <w:r w:rsidR="00773175">
      <w:rPr>
        <w:rFonts w:cs="Times New Roman"/>
      </w:rPr>
      <w:t>|</w:t>
    </w:r>
    <w:r>
      <w:t xml:space="preserve"> </w:t>
    </w:r>
    <w:r w:rsidRPr="00531789">
      <w:t>679 0600</w:t>
    </w:r>
    <w:r w:rsidR="00773175">
      <w:t xml:space="preserve"> </w:t>
    </w:r>
    <w:r w:rsidR="00773175">
      <w:rPr>
        <w:rFonts w:cs="Times New Roman"/>
      </w:rPr>
      <w:t>|</w:t>
    </w:r>
    <w:r>
      <w:t xml:space="preserve"> info</w:t>
    </w:r>
    <w:r w:rsidR="000A17B5" w:rsidRPr="000A17B5">
      <w:t>@</w:t>
    </w:r>
    <w:r w:rsidR="00773175">
      <w:t xml:space="preserve">laaneharju.ee </w:t>
    </w:r>
    <w:r w:rsidR="00773175">
      <w:rPr>
        <w:rFonts w:cs="Times New Roman"/>
      </w:rPr>
      <w:t>|</w:t>
    </w:r>
    <w:r>
      <w:t xml:space="preserve"> www.laaneharju</w:t>
    </w:r>
    <w:r w:rsidR="000A17B5" w:rsidRPr="000A17B5">
      <w:t>.ee</w:t>
    </w:r>
    <w:r w:rsidR="00B53317">
      <w:t xml:space="preserve"> </w:t>
    </w:r>
    <w:r w:rsidR="00E44FF4" w:rsidRPr="00E44FF4">
      <w:t>|</w:t>
    </w:r>
    <w:r>
      <w:t xml:space="preserve"> </w:t>
    </w:r>
    <w:r w:rsidR="00D74153">
      <w:t xml:space="preserve">Registrikood </w:t>
    </w:r>
    <w:r w:rsidR="00D74153">
      <w:rPr>
        <w:rFonts w:cs="Times New Roman"/>
      </w:rPr>
      <w:t>77000200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04F7AB" w14:textId="77777777" w:rsidR="00814501" w:rsidRDefault="00814501" w:rsidP="00DF44DF">
      <w:r>
        <w:separator/>
      </w:r>
    </w:p>
  </w:footnote>
  <w:footnote w:type="continuationSeparator" w:id="0">
    <w:p w14:paraId="7C4656DC" w14:textId="77777777" w:rsidR="00814501" w:rsidRDefault="00814501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CFB51" w14:textId="36496D50" w:rsidR="008F63D4" w:rsidRDefault="00A25B16" w:rsidP="00CA1829">
    <w:pPr>
      <w:pStyle w:val="Header"/>
      <w:jc w:val="left"/>
    </w:pPr>
    <w:r>
      <w:rPr>
        <w:noProof/>
        <w:lang w:eastAsia="et-EE" w:bidi="ar-SA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BB3C4B" wp14:editId="335DF33E">
              <wp:simplePos x="0" y="0"/>
              <wp:positionH relativeFrom="column">
                <wp:posOffset>3672840</wp:posOffset>
              </wp:positionH>
              <wp:positionV relativeFrom="paragraph">
                <wp:posOffset>-25400</wp:posOffset>
              </wp:positionV>
              <wp:extent cx="2371725" cy="8540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1725" cy="854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8586D" w14:textId="5E43F244" w:rsidR="00CA1829" w:rsidRDefault="00CA1829" w:rsidP="00CA1829">
                          <w:pPr>
                            <w:jc w:val="right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BB3C4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.2pt;margin-top:-2pt;width:186.75pt;height:67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" stroked="f">
              <v:textbox>
                <w:txbxContent>
                  <w:p w14:paraId="62F8586D" w14:textId="5E43F244" w:rsidR="00CA1829" w:rsidRDefault="00CA1829" w:rsidP="00CA1829">
                    <w:pPr>
                      <w:jc w:val="right"/>
                      <w:rPr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F15"/>
    <w:rsid w:val="000119F2"/>
    <w:rsid w:val="000441AC"/>
    <w:rsid w:val="00060947"/>
    <w:rsid w:val="00061700"/>
    <w:rsid w:val="0007639F"/>
    <w:rsid w:val="00077F1B"/>
    <w:rsid w:val="000913FC"/>
    <w:rsid w:val="00093B26"/>
    <w:rsid w:val="00094F75"/>
    <w:rsid w:val="000A17B5"/>
    <w:rsid w:val="000C0B8B"/>
    <w:rsid w:val="000C146C"/>
    <w:rsid w:val="000C2E49"/>
    <w:rsid w:val="000F1462"/>
    <w:rsid w:val="001001A3"/>
    <w:rsid w:val="0011771A"/>
    <w:rsid w:val="001209EA"/>
    <w:rsid w:val="00124999"/>
    <w:rsid w:val="00126A87"/>
    <w:rsid w:val="00134485"/>
    <w:rsid w:val="00141F90"/>
    <w:rsid w:val="001523BD"/>
    <w:rsid w:val="001775D0"/>
    <w:rsid w:val="001809E4"/>
    <w:rsid w:val="00180B2F"/>
    <w:rsid w:val="00181228"/>
    <w:rsid w:val="001A7D04"/>
    <w:rsid w:val="001B2491"/>
    <w:rsid w:val="001C3F29"/>
    <w:rsid w:val="001C4C35"/>
    <w:rsid w:val="001D4CFB"/>
    <w:rsid w:val="001E1D9A"/>
    <w:rsid w:val="001E50C0"/>
    <w:rsid w:val="001F1734"/>
    <w:rsid w:val="001F6312"/>
    <w:rsid w:val="002008A2"/>
    <w:rsid w:val="00202B13"/>
    <w:rsid w:val="00242671"/>
    <w:rsid w:val="00250596"/>
    <w:rsid w:val="00252836"/>
    <w:rsid w:val="00252F15"/>
    <w:rsid w:val="0025689D"/>
    <w:rsid w:val="00267597"/>
    <w:rsid w:val="002744D2"/>
    <w:rsid w:val="002835BB"/>
    <w:rsid w:val="00290E79"/>
    <w:rsid w:val="00293449"/>
    <w:rsid w:val="002A107E"/>
    <w:rsid w:val="002A34AC"/>
    <w:rsid w:val="002D674C"/>
    <w:rsid w:val="002E6B74"/>
    <w:rsid w:val="002F0EF1"/>
    <w:rsid w:val="002F254F"/>
    <w:rsid w:val="002F3F03"/>
    <w:rsid w:val="0030210A"/>
    <w:rsid w:val="00305B4B"/>
    <w:rsid w:val="00321A05"/>
    <w:rsid w:val="00325DFD"/>
    <w:rsid w:val="003341FC"/>
    <w:rsid w:val="003462D2"/>
    <w:rsid w:val="0034719C"/>
    <w:rsid w:val="00354059"/>
    <w:rsid w:val="0035557D"/>
    <w:rsid w:val="00365F8E"/>
    <w:rsid w:val="00370312"/>
    <w:rsid w:val="00394DCB"/>
    <w:rsid w:val="003963FA"/>
    <w:rsid w:val="00396861"/>
    <w:rsid w:val="003A2217"/>
    <w:rsid w:val="003A5459"/>
    <w:rsid w:val="003A6FC1"/>
    <w:rsid w:val="003B23DF"/>
    <w:rsid w:val="003B2A9C"/>
    <w:rsid w:val="003E1585"/>
    <w:rsid w:val="003F2B58"/>
    <w:rsid w:val="00435A13"/>
    <w:rsid w:val="0043613F"/>
    <w:rsid w:val="0044084D"/>
    <w:rsid w:val="004507BA"/>
    <w:rsid w:val="00463E53"/>
    <w:rsid w:val="00471902"/>
    <w:rsid w:val="004830E0"/>
    <w:rsid w:val="00492DD6"/>
    <w:rsid w:val="004A4FD2"/>
    <w:rsid w:val="004C1391"/>
    <w:rsid w:val="004C1D47"/>
    <w:rsid w:val="004E1A76"/>
    <w:rsid w:val="004F78B7"/>
    <w:rsid w:val="00501A18"/>
    <w:rsid w:val="005149A3"/>
    <w:rsid w:val="005163AC"/>
    <w:rsid w:val="00530F52"/>
    <w:rsid w:val="00531789"/>
    <w:rsid w:val="00535F19"/>
    <w:rsid w:val="00546204"/>
    <w:rsid w:val="00551E24"/>
    <w:rsid w:val="00557534"/>
    <w:rsid w:val="00560A92"/>
    <w:rsid w:val="00560D14"/>
    <w:rsid w:val="00564569"/>
    <w:rsid w:val="00581F4F"/>
    <w:rsid w:val="005A3845"/>
    <w:rsid w:val="005A4289"/>
    <w:rsid w:val="005B40D9"/>
    <w:rsid w:val="005B5CE1"/>
    <w:rsid w:val="005C45D7"/>
    <w:rsid w:val="005D1BBB"/>
    <w:rsid w:val="005D1CB3"/>
    <w:rsid w:val="005D6B26"/>
    <w:rsid w:val="005D7384"/>
    <w:rsid w:val="005E1D41"/>
    <w:rsid w:val="005E3AED"/>
    <w:rsid w:val="005E45BB"/>
    <w:rsid w:val="005E65F6"/>
    <w:rsid w:val="00602834"/>
    <w:rsid w:val="00607C95"/>
    <w:rsid w:val="00614630"/>
    <w:rsid w:val="00617E51"/>
    <w:rsid w:val="00621008"/>
    <w:rsid w:val="00625687"/>
    <w:rsid w:val="00631B12"/>
    <w:rsid w:val="00642933"/>
    <w:rsid w:val="00650D7B"/>
    <w:rsid w:val="00657B37"/>
    <w:rsid w:val="0066462F"/>
    <w:rsid w:val="00677594"/>
    <w:rsid w:val="00680609"/>
    <w:rsid w:val="00680C71"/>
    <w:rsid w:val="006878C6"/>
    <w:rsid w:val="0069438C"/>
    <w:rsid w:val="0069658D"/>
    <w:rsid w:val="006A01AC"/>
    <w:rsid w:val="006A2597"/>
    <w:rsid w:val="006A74A4"/>
    <w:rsid w:val="006B3E95"/>
    <w:rsid w:val="006B54DD"/>
    <w:rsid w:val="006B619A"/>
    <w:rsid w:val="006D4E3C"/>
    <w:rsid w:val="006D7D9B"/>
    <w:rsid w:val="006E16BD"/>
    <w:rsid w:val="006E1A5C"/>
    <w:rsid w:val="006F081E"/>
    <w:rsid w:val="006F183D"/>
    <w:rsid w:val="006F245F"/>
    <w:rsid w:val="006F28FE"/>
    <w:rsid w:val="006F3BB9"/>
    <w:rsid w:val="006F72D7"/>
    <w:rsid w:val="006F7E10"/>
    <w:rsid w:val="00705677"/>
    <w:rsid w:val="007056E1"/>
    <w:rsid w:val="00713327"/>
    <w:rsid w:val="007320ED"/>
    <w:rsid w:val="00746893"/>
    <w:rsid w:val="0075695A"/>
    <w:rsid w:val="00773175"/>
    <w:rsid w:val="007757CD"/>
    <w:rsid w:val="007854E5"/>
    <w:rsid w:val="007A1DE8"/>
    <w:rsid w:val="007A20DF"/>
    <w:rsid w:val="007A48F4"/>
    <w:rsid w:val="007D07E1"/>
    <w:rsid w:val="007D54FC"/>
    <w:rsid w:val="007D647D"/>
    <w:rsid w:val="008061FD"/>
    <w:rsid w:val="00814501"/>
    <w:rsid w:val="008159F9"/>
    <w:rsid w:val="008166BE"/>
    <w:rsid w:val="00821D1B"/>
    <w:rsid w:val="0082733B"/>
    <w:rsid w:val="00835858"/>
    <w:rsid w:val="00841757"/>
    <w:rsid w:val="00844672"/>
    <w:rsid w:val="008511D2"/>
    <w:rsid w:val="00851D67"/>
    <w:rsid w:val="00891193"/>
    <w:rsid w:val="008919F2"/>
    <w:rsid w:val="00892B3A"/>
    <w:rsid w:val="008A63F0"/>
    <w:rsid w:val="008B041F"/>
    <w:rsid w:val="008B16A2"/>
    <w:rsid w:val="008C35B6"/>
    <w:rsid w:val="008D4634"/>
    <w:rsid w:val="008F0B50"/>
    <w:rsid w:val="008F63D4"/>
    <w:rsid w:val="008F720B"/>
    <w:rsid w:val="009025C7"/>
    <w:rsid w:val="00902E1D"/>
    <w:rsid w:val="00903940"/>
    <w:rsid w:val="009115A4"/>
    <w:rsid w:val="00915C2F"/>
    <w:rsid w:val="0091786B"/>
    <w:rsid w:val="009370A4"/>
    <w:rsid w:val="00943CF8"/>
    <w:rsid w:val="00950272"/>
    <w:rsid w:val="00984442"/>
    <w:rsid w:val="00984A7C"/>
    <w:rsid w:val="00995142"/>
    <w:rsid w:val="009A2B4A"/>
    <w:rsid w:val="009A3E34"/>
    <w:rsid w:val="009E13CF"/>
    <w:rsid w:val="009E3E87"/>
    <w:rsid w:val="009E7F4A"/>
    <w:rsid w:val="00A10E66"/>
    <w:rsid w:val="00A1244E"/>
    <w:rsid w:val="00A13FDE"/>
    <w:rsid w:val="00A25B16"/>
    <w:rsid w:val="00A33514"/>
    <w:rsid w:val="00A3723E"/>
    <w:rsid w:val="00A55F3E"/>
    <w:rsid w:val="00A80454"/>
    <w:rsid w:val="00A87B91"/>
    <w:rsid w:val="00AA6826"/>
    <w:rsid w:val="00AC4752"/>
    <w:rsid w:val="00AC6125"/>
    <w:rsid w:val="00AC6531"/>
    <w:rsid w:val="00AD2EA7"/>
    <w:rsid w:val="00AE02A8"/>
    <w:rsid w:val="00B0042B"/>
    <w:rsid w:val="00B01640"/>
    <w:rsid w:val="00B105BB"/>
    <w:rsid w:val="00B16A89"/>
    <w:rsid w:val="00B4145F"/>
    <w:rsid w:val="00B53317"/>
    <w:rsid w:val="00B658BC"/>
    <w:rsid w:val="00B82C79"/>
    <w:rsid w:val="00B93188"/>
    <w:rsid w:val="00BA2481"/>
    <w:rsid w:val="00BB18CD"/>
    <w:rsid w:val="00BB437E"/>
    <w:rsid w:val="00BB4E13"/>
    <w:rsid w:val="00BB7894"/>
    <w:rsid w:val="00BC1A62"/>
    <w:rsid w:val="00BD078E"/>
    <w:rsid w:val="00BD3CCF"/>
    <w:rsid w:val="00BE0CC9"/>
    <w:rsid w:val="00BF40FE"/>
    <w:rsid w:val="00BF4D7C"/>
    <w:rsid w:val="00BF608A"/>
    <w:rsid w:val="00C0168F"/>
    <w:rsid w:val="00C24F66"/>
    <w:rsid w:val="00C27B07"/>
    <w:rsid w:val="00C41FC5"/>
    <w:rsid w:val="00C45864"/>
    <w:rsid w:val="00C5652E"/>
    <w:rsid w:val="00C74577"/>
    <w:rsid w:val="00C83346"/>
    <w:rsid w:val="00C847EC"/>
    <w:rsid w:val="00CA1829"/>
    <w:rsid w:val="00CA583B"/>
    <w:rsid w:val="00CA5F0B"/>
    <w:rsid w:val="00CA6063"/>
    <w:rsid w:val="00CB7C1F"/>
    <w:rsid w:val="00CE528C"/>
    <w:rsid w:val="00CF0309"/>
    <w:rsid w:val="00CF2B77"/>
    <w:rsid w:val="00CF32A7"/>
    <w:rsid w:val="00CF4303"/>
    <w:rsid w:val="00D16DFE"/>
    <w:rsid w:val="00D20E3A"/>
    <w:rsid w:val="00D40650"/>
    <w:rsid w:val="00D61860"/>
    <w:rsid w:val="00D74153"/>
    <w:rsid w:val="00D9232A"/>
    <w:rsid w:val="00DB0D4C"/>
    <w:rsid w:val="00DD580A"/>
    <w:rsid w:val="00DE73FD"/>
    <w:rsid w:val="00DF38F0"/>
    <w:rsid w:val="00DF44DF"/>
    <w:rsid w:val="00E01EA0"/>
    <w:rsid w:val="00E023F6"/>
    <w:rsid w:val="00E03DBB"/>
    <w:rsid w:val="00E23A55"/>
    <w:rsid w:val="00E379C4"/>
    <w:rsid w:val="00E44FF4"/>
    <w:rsid w:val="00E60A55"/>
    <w:rsid w:val="00E70B99"/>
    <w:rsid w:val="00E9297E"/>
    <w:rsid w:val="00E97CC6"/>
    <w:rsid w:val="00EB567E"/>
    <w:rsid w:val="00EC1D23"/>
    <w:rsid w:val="00EC72F9"/>
    <w:rsid w:val="00ED7ABD"/>
    <w:rsid w:val="00EE1E0D"/>
    <w:rsid w:val="00EE4516"/>
    <w:rsid w:val="00F02410"/>
    <w:rsid w:val="00F02476"/>
    <w:rsid w:val="00F16E2B"/>
    <w:rsid w:val="00F35D3E"/>
    <w:rsid w:val="00F61C8F"/>
    <w:rsid w:val="00F73564"/>
    <w:rsid w:val="00F9364A"/>
    <w:rsid w:val="00F9645B"/>
    <w:rsid w:val="00F9773D"/>
    <w:rsid w:val="00F97E73"/>
    <w:rsid w:val="00FB47BB"/>
    <w:rsid w:val="00FC2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B6B33A0"/>
  <w15:chartTrackingRefBased/>
  <w15:docId w15:val="{E061CE35-DC14-457F-AE3F-E7F8C116B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0C71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851D67"/>
    <w:pPr>
      <w:spacing w:after="100" w:afterAutospacing="1"/>
      <w:jc w:val="center"/>
    </w:pPr>
    <w:rPr>
      <w:rFonts w:eastAsia="SimSun"/>
      <w:b/>
      <w:kern w:val="1"/>
      <w:sz w:val="32"/>
      <w:szCs w:val="32"/>
      <w:lang w:eastAsia="zh-CN" w:bidi="hi-IN"/>
    </w:rPr>
  </w:style>
  <w:style w:type="paragraph" w:customStyle="1" w:styleId="Snum">
    <w:name w:val="Sõnum"/>
    <w:autoRedefine/>
    <w:qFormat/>
    <w:rsid w:val="00677594"/>
    <w:rPr>
      <w:rFonts w:eastAsia="SimSun" w:cs="Mangal"/>
      <w:kern w:val="1"/>
      <w:sz w:val="24"/>
      <w:szCs w:val="24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link w:val="BalloonTex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EE45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5149A3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0C71"/>
    <w:rPr>
      <w:rFonts w:asciiTheme="majorHAnsi" w:eastAsiaTheme="majorEastAsia" w:hAnsiTheme="majorHAnsi" w:cs="Mangal"/>
      <w:color w:val="2F5496" w:themeColor="accent1" w:themeShade="BF"/>
      <w:kern w:val="1"/>
      <w:sz w:val="26"/>
      <w:szCs w:val="2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779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1420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gle\Desktop\LHV\vormid%20jms\m_kiri_tnr_EV10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D0D151C8211945BA70C3FC5B712B0C" ma:contentTypeVersion="7" ma:contentTypeDescription="Create a new document." ma:contentTypeScope="" ma:versionID="de30b157103b5be3deb1f961edc84481">
  <xsd:schema xmlns:xsd="http://www.w3.org/2001/XMLSchema" xmlns:xs="http://www.w3.org/2001/XMLSchema" xmlns:p="http://schemas.microsoft.com/office/2006/metadata/properties" xmlns:ns3="69e1eca5-97c4-475c-b5e2-b0d5a5763cc7" targetNamespace="http://schemas.microsoft.com/office/2006/metadata/properties" ma:root="true" ma:fieldsID="08b2894beb60eb613cb28e0466b97287" ns3:_="">
    <xsd:import namespace="69e1eca5-97c4-475c-b5e2-b0d5a5763c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1eca5-97c4-475c-b5e2-b0d5a5763c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50C5DF-F28A-486D-A859-17ECD8134D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6B1511-CBD8-437C-8E75-17CE4B17DB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74DCF3F-87D3-4B93-A25D-B8547A2C7D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2D456B-23A5-4195-8DD0-5737F2943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e1eca5-97c4-475c-b5e2-b0d5a5763c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m_kiri_tnr_EV100</Template>
  <TotalTime>8</TotalTime>
  <Pages>1</Pages>
  <Words>105</Words>
  <Characters>615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Riigikantselei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Anti</dc:creator>
  <cp:keywords/>
  <cp:lastModifiedBy>Allan Kalve</cp:lastModifiedBy>
  <cp:revision>8</cp:revision>
  <cp:lastPrinted>2018-04-19T12:28:00Z</cp:lastPrinted>
  <dcterms:created xsi:type="dcterms:W3CDTF">2025-12-08T08:25:00Z</dcterms:created>
  <dcterms:modified xsi:type="dcterms:W3CDTF">2025-12-08T08:30:00Z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0x0101008BD0D151C8211945BA70C3FC5B712B0C</vt:lpwstr>
  </property>
</Properties>
</file>